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E63" w:rsidRPr="005851C5" w:rsidRDefault="00F95E63" w:rsidP="005851C5">
      <w:pPr>
        <w:pStyle w:val="Heading2"/>
        <w:spacing w:line="480" w:lineRule="auto"/>
        <w:rPr>
          <w:rFonts w:ascii="Monotype Corsiva" w:hAnsi="Monotype Corsiva"/>
          <w:i/>
          <w:color w:val="auto"/>
          <w:sz w:val="52"/>
          <w:szCs w:val="52"/>
        </w:rPr>
      </w:pPr>
      <w:r>
        <w:rPr>
          <w:rFonts w:ascii="Monotype Corsiva" w:hAnsi="Monotype Corsiva"/>
          <w:i/>
          <w:color w:val="auto"/>
          <w:sz w:val="52"/>
          <w:szCs w:val="52"/>
        </w:rPr>
        <w:t xml:space="preserve">                 </w:t>
      </w:r>
      <w:r w:rsidRPr="005851C5">
        <w:rPr>
          <w:rFonts w:ascii="Monotype Corsiva" w:hAnsi="Monotype Corsiva"/>
          <w:i/>
          <w:color w:val="auto"/>
          <w:sz w:val="52"/>
          <w:szCs w:val="52"/>
        </w:rPr>
        <w:t xml:space="preserve">In loving Memory of Cassie </w:t>
      </w:r>
      <w:r>
        <w:rPr>
          <w:i/>
          <w:color w:val="auto"/>
        </w:rPr>
        <w:t xml:space="preserve">                                                             </w:t>
      </w:r>
      <w:r w:rsidRPr="002E51EA">
        <w:rPr>
          <w:i/>
          <w:color w:val="auto"/>
        </w:rPr>
        <w:t>by: Tanisha Hunter</w:t>
      </w:r>
    </w:p>
    <w:p w:rsidR="00F95E63" w:rsidRPr="002E51EA" w:rsidRDefault="00F95E63" w:rsidP="006362C6">
      <w:pPr>
        <w:pStyle w:val="Heading2"/>
        <w:spacing w:line="480" w:lineRule="auto"/>
        <w:ind w:firstLine="720"/>
        <w:rPr>
          <w:i/>
          <w:color w:val="auto"/>
        </w:rPr>
      </w:pPr>
      <w:r w:rsidRPr="002E51EA">
        <w:rPr>
          <w:i/>
          <w:color w:val="auto"/>
        </w:rPr>
        <w:t>Cassie died at the age of 16.</w:t>
      </w:r>
      <w:r>
        <w:rPr>
          <w:i/>
          <w:color w:val="auto"/>
        </w:rPr>
        <w:t xml:space="preserve">In </w:t>
      </w:r>
      <w:r w:rsidRPr="002E51EA">
        <w:rPr>
          <w:i/>
          <w:color w:val="auto"/>
        </w:rPr>
        <w:t xml:space="preserve">Lindenwold </w:t>
      </w:r>
      <w:smartTag w:uri="urn:schemas-microsoft-com:office:smarttags" w:element="State">
        <w:smartTag w:uri="urn:schemas-microsoft-com:office:smarttags" w:element="place">
          <w:r w:rsidRPr="002E51EA">
            <w:rPr>
              <w:i/>
              <w:color w:val="auto"/>
            </w:rPr>
            <w:t>New Jersey</w:t>
          </w:r>
        </w:smartTag>
      </w:smartTag>
      <w:r w:rsidRPr="002E51EA">
        <w:rPr>
          <w:i/>
          <w:color w:val="auto"/>
        </w:rPr>
        <w:t>, Green Acers Hotel, on February 21 2010. She had a massive heart attack. Doctors</w:t>
      </w:r>
      <w:r>
        <w:rPr>
          <w:i/>
          <w:color w:val="auto"/>
        </w:rPr>
        <w:t xml:space="preserve"> say</w:t>
      </w:r>
      <w:r w:rsidRPr="002E51EA">
        <w:rPr>
          <w:i/>
          <w:color w:val="auto"/>
        </w:rPr>
        <w:t xml:space="preserve"> because of her on-going eating disorder. Cassie was born on April 18, 1994 in Atlantic City New Jersey, the daughter of Maggie and Joey.  She has no sisters or brother, but has a loving family, that consist of one best friend, Lia Overbrook</w:t>
      </w:r>
      <w:bookmarkStart w:id="0" w:name="_GoBack"/>
      <w:bookmarkEnd w:id="0"/>
      <w:r w:rsidRPr="002E51EA">
        <w:rPr>
          <w:i/>
          <w:color w:val="auto"/>
        </w:rPr>
        <w:t>, Her mother and father and a whole lot of best friends. Although Cassie will never be able to finish high school, she will never be forgotten in her school as the girl who made straight A’s.  Cassie loved to play softball, field hockey, soccer, cheerleading, lacrosse, volleyball and swimming. She had the skill to maintain all this, and keep a 3.3 GPA. She has been nominated for many awards and for leaderships. In the fifth grade Cassie won Vice President and with the thought that she was going to win President the next year, in 6</w:t>
      </w:r>
      <w:r w:rsidRPr="002E51EA">
        <w:rPr>
          <w:i/>
          <w:color w:val="auto"/>
          <w:vertAlign w:val="superscript"/>
        </w:rPr>
        <w:t>th</w:t>
      </w:r>
      <w:r w:rsidRPr="002E51EA">
        <w:rPr>
          <w:i/>
          <w:color w:val="auto"/>
        </w:rPr>
        <w:t xml:space="preserve"> grade Cassie won the role as Class President. Since Cassie has no other brothers and sisters she loved it when she met Lia. Lia was the sister she never had. They did everything together.  Cassie is gone but not forgotten. The service will be held at Green Grove Baptist Church on February 24, 2010.  There will be a viewing between the hours of 12:00 and 1:30.If you have any questions please feel free to contact me. Tanisha Hunter, 856-555-7499. </w:t>
      </w:r>
    </w:p>
    <w:p w:rsidR="00F95E63" w:rsidRPr="002E51EA" w:rsidRDefault="00F95E63" w:rsidP="006362C6">
      <w:pPr>
        <w:spacing w:line="480" w:lineRule="auto"/>
        <w:rPr>
          <w:rFonts w:ascii="Cambria" w:hAnsi="Cambria"/>
          <w:b/>
          <w:bCs/>
          <w:i/>
          <w:sz w:val="26"/>
          <w:szCs w:val="26"/>
        </w:rPr>
      </w:pPr>
    </w:p>
    <w:sectPr w:rsidR="00F95E63" w:rsidRPr="002E51EA" w:rsidSect="001563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onotype Corsiva">
    <w:panose1 w:val="03010101010201010101"/>
    <w:charset w:val="00"/>
    <w:family w:val="script"/>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6173"/>
    <w:rsid w:val="000455E6"/>
    <w:rsid w:val="00116173"/>
    <w:rsid w:val="0015639E"/>
    <w:rsid w:val="002D28B9"/>
    <w:rsid w:val="002E51EA"/>
    <w:rsid w:val="0053637B"/>
    <w:rsid w:val="005851C5"/>
    <w:rsid w:val="006008BE"/>
    <w:rsid w:val="00634A20"/>
    <w:rsid w:val="006362C6"/>
    <w:rsid w:val="006E011C"/>
    <w:rsid w:val="0072763E"/>
    <w:rsid w:val="009E0A36"/>
    <w:rsid w:val="00C92EB8"/>
    <w:rsid w:val="00F95E63"/>
    <w:rsid w:val="00FE348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639E"/>
    <w:pPr>
      <w:spacing w:after="200" w:line="276" w:lineRule="auto"/>
    </w:pPr>
  </w:style>
  <w:style w:type="paragraph" w:styleId="Heading2">
    <w:name w:val="heading 2"/>
    <w:basedOn w:val="Normal"/>
    <w:next w:val="Normal"/>
    <w:link w:val="Heading2Char"/>
    <w:uiPriority w:val="99"/>
    <w:qFormat/>
    <w:rsid w:val="00116173"/>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16173"/>
    <w:rPr>
      <w:rFonts w:ascii="Cambria" w:hAnsi="Cambria" w:cs="Times New Roman"/>
      <w:b/>
      <w:bCs/>
      <w:color w:val="4F81BD"/>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59</TotalTime>
  <Pages>2</Pages>
  <Words>222</Words>
  <Characters>1271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14thunter</cp:lastModifiedBy>
  <cp:revision>5</cp:revision>
  <cp:lastPrinted>2011-04-04T12:52:00Z</cp:lastPrinted>
  <dcterms:created xsi:type="dcterms:W3CDTF">2011-04-04T11:44:00Z</dcterms:created>
  <dcterms:modified xsi:type="dcterms:W3CDTF">2011-04-05T13:10:00Z</dcterms:modified>
</cp:coreProperties>
</file>